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Ind w:w="-106" w:type="dxa"/>
        <w:tblLook w:val="01E0"/>
      </w:tblPr>
      <w:tblGrid>
        <w:gridCol w:w="5070"/>
        <w:gridCol w:w="5103"/>
      </w:tblGrid>
      <w:tr w:rsidR="00DC343C" w:rsidRPr="00431336">
        <w:tc>
          <w:tcPr>
            <w:tcW w:w="5070" w:type="dxa"/>
          </w:tcPr>
          <w:p w:rsidR="00DC343C" w:rsidRPr="00431336" w:rsidRDefault="00DC343C" w:rsidP="00785426"/>
        </w:tc>
        <w:tc>
          <w:tcPr>
            <w:tcW w:w="5103" w:type="dxa"/>
          </w:tcPr>
          <w:p w:rsidR="00DC343C" w:rsidRPr="00431336" w:rsidRDefault="00DC343C" w:rsidP="002669AB">
            <w:pPr>
              <w:ind w:firstLine="0"/>
              <w:jc w:val="center"/>
            </w:pPr>
            <w:r w:rsidRPr="00431336">
              <w:t xml:space="preserve">ПРИЛОЖЕНИЕ № </w:t>
            </w:r>
            <w:r>
              <w:t>2</w:t>
            </w:r>
          </w:p>
          <w:p w:rsidR="00DC343C" w:rsidRDefault="00DC343C" w:rsidP="002669AB">
            <w:pPr>
              <w:ind w:firstLine="0"/>
              <w:jc w:val="center"/>
            </w:pPr>
            <w:r w:rsidRPr="00431336">
              <w:t xml:space="preserve">к административному регламенту предоставления администрацией </w:t>
            </w:r>
            <w:r>
              <w:t>Школьненского сельского поселения</w:t>
            </w:r>
            <w:r w:rsidRPr="00431336">
              <w:t xml:space="preserve"> </w:t>
            </w:r>
            <w:r>
              <w:t>Белореченского района</w:t>
            </w:r>
          </w:p>
          <w:p w:rsidR="00DC343C" w:rsidRPr="00431336" w:rsidRDefault="00DC343C" w:rsidP="002669AB">
            <w:pPr>
              <w:ind w:firstLine="0"/>
              <w:jc w:val="center"/>
            </w:pPr>
            <w:r w:rsidRPr="00431336">
              <w:t>муниципальной услуги</w:t>
            </w:r>
          </w:p>
          <w:p w:rsidR="00DC343C" w:rsidRPr="00431336" w:rsidRDefault="00DC343C" w:rsidP="002669AB">
            <w:pPr>
              <w:ind w:firstLine="0"/>
              <w:jc w:val="center"/>
            </w:pPr>
            <w:r w:rsidRPr="00431336">
              <w:t>«Возврат платежей физических и юридических лиц по неналоговым доходам из бюджета муниципального образования»</w:t>
            </w:r>
          </w:p>
        </w:tc>
      </w:tr>
    </w:tbl>
    <w:p w:rsidR="00DC343C" w:rsidRPr="00431336" w:rsidRDefault="00DC343C" w:rsidP="006F48A4">
      <w:pPr>
        <w:jc w:val="center"/>
        <w:rPr>
          <w:sz w:val="24"/>
          <w:szCs w:val="24"/>
        </w:rPr>
      </w:pPr>
    </w:p>
    <w:p w:rsidR="00DC343C" w:rsidRPr="00431336" w:rsidRDefault="00DC343C" w:rsidP="006F48A4">
      <w:pPr>
        <w:jc w:val="center"/>
        <w:rPr>
          <w:b/>
          <w:bCs/>
          <w:sz w:val="24"/>
          <w:szCs w:val="24"/>
        </w:rPr>
      </w:pPr>
      <w:r w:rsidRPr="00431336">
        <w:rPr>
          <w:b/>
          <w:bCs/>
          <w:sz w:val="24"/>
          <w:szCs w:val="24"/>
        </w:rPr>
        <w:t>ФОРМА ЗАЯВЛЕНИЯ</w:t>
      </w:r>
    </w:p>
    <w:p w:rsidR="00DC343C" w:rsidRPr="00431336" w:rsidRDefault="00DC343C" w:rsidP="006F48A4">
      <w:pPr>
        <w:jc w:val="center"/>
        <w:rPr>
          <w:sz w:val="24"/>
          <w:szCs w:val="24"/>
        </w:rPr>
      </w:pPr>
    </w:p>
    <w:p w:rsidR="00DC343C" w:rsidRDefault="00DC343C" w:rsidP="00D13695">
      <w:pPr>
        <w:ind w:left="5387" w:firstLine="0"/>
        <w:rPr>
          <w:sz w:val="26"/>
          <w:szCs w:val="26"/>
        </w:rPr>
      </w:pPr>
      <w:r w:rsidRPr="00431336">
        <w:rPr>
          <w:sz w:val="26"/>
          <w:szCs w:val="26"/>
        </w:rPr>
        <w:t xml:space="preserve">Главе </w:t>
      </w:r>
      <w:r>
        <w:rPr>
          <w:sz w:val="26"/>
          <w:szCs w:val="26"/>
        </w:rPr>
        <w:t xml:space="preserve">Школьненского сельского поселения  </w:t>
      </w:r>
      <w:r w:rsidRPr="00D13695">
        <w:rPr>
          <w:sz w:val="26"/>
          <w:szCs w:val="26"/>
        </w:rPr>
        <w:t>Белореченск</w:t>
      </w:r>
      <w:r>
        <w:rPr>
          <w:sz w:val="26"/>
          <w:szCs w:val="26"/>
        </w:rPr>
        <w:t>ого</w:t>
      </w:r>
      <w:r w:rsidRPr="00D13695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</w:p>
    <w:p w:rsidR="00DC343C" w:rsidRPr="00431336" w:rsidRDefault="00DC343C" w:rsidP="00D13695">
      <w:pPr>
        <w:ind w:left="5387" w:firstLine="0"/>
        <w:rPr>
          <w:sz w:val="26"/>
          <w:szCs w:val="26"/>
        </w:rPr>
      </w:pPr>
      <w:r>
        <w:rPr>
          <w:sz w:val="26"/>
          <w:szCs w:val="26"/>
        </w:rPr>
        <w:t>_______________________________</w:t>
      </w:r>
      <w:bookmarkStart w:id="0" w:name="_GoBack"/>
      <w:bookmarkEnd w:id="0"/>
    </w:p>
    <w:p w:rsidR="00DC343C" w:rsidRPr="00431336" w:rsidRDefault="00DC343C" w:rsidP="006629EB">
      <w:pPr>
        <w:ind w:firstLine="0"/>
        <w:jc w:val="center"/>
        <w:rPr>
          <w:b/>
          <w:bCs/>
          <w:sz w:val="26"/>
          <w:szCs w:val="26"/>
        </w:rPr>
      </w:pPr>
      <w:r w:rsidRPr="00431336">
        <w:rPr>
          <w:b/>
          <w:bCs/>
          <w:sz w:val="26"/>
          <w:szCs w:val="26"/>
        </w:rPr>
        <w:t>Заявление</w:t>
      </w:r>
      <w:r w:rsidRPr="00431336">
        <w:rPr>
          <w:b/>
          <w:bCs/>
          <w:sz w:val="26"/>
          <w:szCs w:val="26"/>
        </w:rPr>
        <w:br/>
        <w:t>о возврате платежа по неналоговым доходам из бюджета муниципального образования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От_________________________________________________________________________,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>(полное наименование юридического лица)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ИНН _______________ КПП ______________________ОГРН_______________________,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зарегистрированного __________________________________________________________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>(кем и когда зарегистрировано юридическое лицо)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Свидетельство о государственной регистрации № _________________ от _____________,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выдано « ____» _______________    20____ года ___________________________________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>(кем и когда выдано)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Адрес местоположения, указанный в регистрационных документах __________________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Фактическое местоположение (полностью) _______________________________________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В лице ______________________________________________________________________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>(должность, представитель, Ф.И.О. полностью)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действующий на основании: ___________________________________________________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>(устав, положение, протокол об избрании, доверенность, иное)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контактный телефон __________________________________________________________.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C343C" w:rsidRPr="00431336" w:rsidRDefault="00DC343C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Прошу Вас осуществить возврат платежа, в сумме ______________________руб____коп,</w:t>
      </w:r>
    </w:p>
    <w:p w:rsidR="00DC343C" w:rsidRPr="00431336" w:rsidRDefault="00DC343C" w:rsidP="004D555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6"/>
          <w:szCs w:val="26"/>
        </w:rPr>
        <w:t xml:space="preserve">(__________________________________________________________________________       </w:t>
      </w:r>
      <w:r w:rsidRPr="00431336">
        <w:rPr>
          <w:rFonts w:ascii="Times New Roman" w:hAnsi="Times New Roman" w:cs="Times New Roman"/>
          <w:sz w:val="22"/>
          <w:szCs w:val="22"/>
        </w:rPr>
        <w:t>(сумма  прописью)</w:t>
      </w:r>
    </w:p>
    <w:p w:rsidR="00DC343C" w:rsidRPr="00431336" w:rsidRDefault="00DC343C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уплаченные:   платежным поручением, квитанцией ПД-4</w:t>
      </w:r>
    </w:p>
    <w:p w:rsidR="00DC343C" w:rsidRPr="00431336" w:rsidRDefault="00DC343C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 xml:space="preserve">                                                   (нужное подчеркнуть)</w:t>
      </w:r>
    </w:p>
    <w:p w:rsidR="00DC343C" w:rsidRPr="00431336" w:rsidRDefault="00DC343C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№________________от______________г. на сумму___________________руб _______коп</w:t>
      </w:r>
    </w:p>
    <w:p w:rsidR="00DC343C" w:rsidRPr="00431336" w:rsidRDefault="00DC343C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по причине __________________________________________________________________ ____________________________________________________________________________,</w:t>
      </w:r>
    </w:p>
    <w:p w:rsidR="00DC343C" w:rsidRPr="00431336" w:rsidRDefault="00DC343C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 xml:space="preserve">                                 (неверной уплаты; излишне уплаченных денежных средств и т.д)</w:t>
      </w:r>
    </w:p>
    <w:p w:rsidR="00DC343C" w:rsidRPr="00431336" w:rsidRDefault="00DC343C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что подтверждено ____________________________________________________________</w:t>
      </w:r>
    </w:p>
    <w:p w:rsidR="00DC343C" w:rsidRPr="00431336" w:rsidRDefault="00DC343C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(актом сверки, платежным поручением, </w:t>
      </w:r>
    </w:p>
    <w:p w:rsidR="00DC343C" w:rsidRPr="00431336" w:rsidRDefault="00DC343C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__________________________________________________________________________________________,  </w:t>
      </w:r>
    </w:p>
    <w:p w:rsidR="00DC343C" w:rsidRPr="00431336" w:rsidRDefault="00DC343C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 xml:space="preserve">                                    свидетельством на право собственности и др.)</w:t>
      </w:r>
    </w:p>
    <w:p w:rsidR="00DC343C" w:rsidRPr="00431336" w:rsidRDefault="00DC343C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на следующие реквизиты получателя:</w:t>
      </w:r>
    </w:p>
    <w:p w:rsidR="00DC343C" w:rsidRPr="00431336" w:rsidRDefault="00DC343C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Наименование получателя______________________________________________________</w:t>
      </w:r>
    </w:p>
    <w:p w:rsidR="00DC343C" w:rsidRPr="00431336" w:rsidRDefault="00DC343C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DC343C" w:rsidRPr="00431336" w:rsidRDefault="00DC343C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 xml:space="preserve">ИНН  _______________________________________________________________________      </w:t>
      </w:r>
    </w:p>
    <w:p w:rsidR="00DC343C" w:rsidRPr="00431336" w:rsidRDefault="00DC343C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Р/С(Л/С)    ___________________________   К/С   _________________________________</w:t>
      </w:r>
    </w:p>
    <w:p w:rsidR="00DC343C" w:rsidRPr="00431336" w:rsidRDefault="00DC343C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Банк получателя______________________________________________________________</w:t>
      </w:r>
    </w:p>
    <w:p w:rsidR="00DC343C" w:rsidRPr="00431336" w:rsidRDefault="00DC343C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БИК  _______________________________________________________________________</w:t>
      </w:r>
    </w:p>
    <w:p w:rsidR="00DC343C" w:rsidRPr="00431336" w:rsidRDefault="00DC343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C343C" w:rsidRPr="00431336" w:rsidRDefault="00DC343C" w:rsidP="00511ED2">
      <w:pPr>
        <w:ind w:firstLine="709"/>
        <w:jc w:val="both"/>
        <w:rPr>
          <w:sz w:val="26"/>
          <w:szCs w:val="26"/>
        </w:rPr>
      </w:pPr>
      <w:r w:rsidRPr="00431336">
        <w:rPr>
          <w:sz w:val="26"/>
          <w:szCs w:val="26"/>
        </w:rPr>
        <w:t>Прилагаются копии документов:</w:t>
      </w:r>
    </w:p>
    <w:p w:rsidR="00DC343C" w:rsidRPr="00431336" w:rsidRDefault="00DC343C" w:rsidP="00511ED2">
      <w:pPr>
        <w:ind w:firstLine="709"/>
        <w:jc w:val="both"/>
        <w:rPr>
          <w:sz w:val="26"/>
          <w:szCs w:val="26"/>
        </w:rPr>
      </w:pPr>
      <w:r w:rsidRPr="00431336">
        <w:rPr>
          <w:sz w:val="26"/>
          <w:szCs w:val="26"/>
        </w:rPr>
        <w:t>__________________________</w:t>
      </w:r>
    </w:p>
    <w:p w:rsidR="00DC343C" w:rsidRPr="00431336" w:rsidRDefault="00DC343C" w:rsidP="00511ED2">
      <w:pPr>
        <w:ind w:firstLine="709"/>
        <w:jc w:val="both"/>
        <w:rPr>
          <w:sz w:val="26"/>
          <w:szCs w:val="26"/>
        </w:rPr>
      </w:pPr>
    </w:p>
    <w:tbl>
      <w:tblPr>
        <w:tblW w:w="10165" w:type="dxa"/>
        <w:tblInd w:w="-106" w:type="dxa"/>
        <w:tblLook w:val="01E0"/>
      </w:tblPr>
      <w:tblGrid>
        <w:gridCol w:w="5211"/>
        <w:gridCol w:w="2415"/>
        <w:gridCol w:w="2539"/>
      </w:tblGrid>
      <w:tr w:rsidR="00DC343C" w:rsidRPr="00431336">
        <w:tc>
          <w:tcPr>
            <w:tcW w:w="5211" w:type="dxa"/>
          </w:tcPr>
          <w:p w:rsidR="00DC343C" w:rsidRPr="00431336" w:rsidRDefault="00DC343C" w:rsidP="00AD4312">
            <w:pPr>
              <w:ind w:firstLine="0"/>
              <w:jc w:val="both"/>
              <w:rPr>
                <w:sz w:val="26"/>
                <w:szCs w:val="26"/>
              </w:rPr>
            </w:pPr>
            <w:r w:rsidRPr="00431336">
              <w:rPr>
                <w:sz w:val="26"/>
                <w:szCs w:val="26"/>
              </w:rPr>
              <w:t xml:space="preserve">«____» ______________ 20___ г.  </w:t>
            </w:r>
          </w:p>
          <w:p w:rsidR="00DC343C" w:rsidRPr="00431336" w:rsidRDefault="00DC343C" w:rsidP="00AD4312">
            <w:pPr>
              <w:ind w:firstLine="0"/>
              <w:rPr>
                <w:sz w:val="26"/>
                <w:szCs w:val="26"/>
              </w:rPr>
            </w:pPr>
            <w:r w:rsidRPr="00431336">
              <w:rPr>
                <w:sz w:val="26"/>
                <w:szCs w:val="26"/>
              </w:rPr>
              <w:t xml:space="preserve">                         дата</w:t>
            </w:r>
          </w:p>
          <w:p w:rsidR="00DC343C" w:rsidRPr="00431336" w:rsidRDefault="00DC343C" w:rsidP="00AD4312">
            <w:pPr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415" w:type="dxa"/>
          </w:tcPr>
          <w:p w:rsidR="00DC343C" w:rsidRPr="00431336" w:rsidRDefault="00DC343C" w:rsidP="00AD4312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539" w:type="dxa"/>
          </w:tcPr>
          <w:p w:rsidR="00DC343C" w:rsidRPr="00431336" w:rsidRDefault="00DC343C" w:rsidP="00AD4312">
            <w:pPr>
              <w:ind w:firstLine="0"/>
              <w:jc w:val="center"/>
              <w:rPr>
                <w:sz w:val="26"/>
                <w:szCs w:val="26"/>
              </w:rPr>
            </w:pPr>
            <w:r w:rsidRPr="00431336">
              <w:rPr>
                <w:sz w:val="26"/>
                <w:szCs w:val="26"/>
              </w:rPr>
              <w:t>______________</w:t>
            </w:r>
          </w:p>
          <w:p w:rsidR="00DC343C" w:rsidRPr="00431336" w:rsidRDefault="00DC343C" w:rsidP="00AD4312">
            <w:pPr>
              <w:ind w:firstLine="0"/>
              <w:jc w:val="center"/>
              <w:rPr>
                <w:sz w:val="26"/>
                <w:szCs w:val="26"/>
              </w:rPr>
            </w:pPr>
            <w:r w:rsidRPr="00431336">
              <w:rPr>
                <w:sz w:val="26"/>
                <w:szCs w:val="26"/>
              </w:rPr>
              <w:t xml:space="preserve">подпись заявителя </w:t>
            </w:r>
          </w:p>
          <w:p w:rsidR="00DC343C" w:rsidRPr="00431336" w:rsidRDefault="00DC343C" w:rsidP="00AD4312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DC343C" w:rsidRPr="00431336" w:rsidRDefault="00DC343C" w:rsidP="001670D7">
      <w:pPr>
        <w:pStyle w:val="ConsPlusNonformat"/>
        <w:jc w:val="both"/>
        <w:rPr>
          <w:sz w:val="26"/>
          <w:szCs w:val="26"/>
        </w:rPr>
      </w:pPr>
    </w:p>
    <w:sectPr w:rsidR="00DC343C" w:rsidRPr="00431336" w:rsidSect="002669AB">
      <w:headerReference w:type="default" r:id="rId6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43C" w:rsidRDefault="00DC343C">
      <w:r>
        <w:separator/>
      </w:r>
    </w:p>
  </w:endnote>
  <w:endnote w:type="continuationSeparator" w:id="0">
    <w:p w:rsidR="00DC343C" w:rsidRDefault="00DC3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43C" w:rsidRDefault="00DC343C">
      <w:r>
        <w:separator/>
      </w:r>
    </w:p>
  </w:footnote>
  <w:footnote w:type="continuationSeparator" w:id="0">
    <w:p w:rsidR="00DC343C" w:rsidRDefault="00DC34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43C" w:rsidRDefault="00DC343C" w:rsidP="00B90DB0">
    <w:pPr>
      <w:pStyle w:val="Header"/>
      <w:framePr w:wrap="auto" w:vAnchor="text" w:hAnchor="margin" w:xAlign="center" w:y="1"/>
      <w:rPr>
        <w:rStyle w:val="PageNumber"/>
      </w:rPr>
    </w:pPr>
  </w:p>
  <w:p w:rsidR="00DC343C" w:rsidRDefault="00DC343C" w:rsidP="00FB3D77">
    <w:pPr>
      <w:pStyle w:val="Header"/>
      <w:framePr w:wrap="auto" w:vAnchor="text" w:hAnchor="margin" w:xAlign="center" w:y="1"/>
      <w:rPr>
        <w:rStyle w:val="PageNumber"/>
      </w:rPr>
    </w:pPr>
  </w:p>
  <w:p w:rsidR="00DC343C" w:rsidRDefault="00DC343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6CA"/>
    <w:rsid w:val="000124DD"/>
    <w:rsid w:val="00026D03"/>
    <w:rsid w:val="00027BDB"/>
    <w:rsid w:val="0003261A"/>
    <w:rsid w:val="00050B93"/>
    <w:rsid w:val="00052B21"/>
    <w:rsid w:val="00092672"/>
    <w:rsid w:val="00092A88"/>
    <w:rsid w:val="000A0547"/>
    <w:rsid w:val="000B3020"/>
    <w:rsid w:val="000C6F8E"/>
    <w:rsid w:val="000D0452"/>
    <w:rsid w:val="000D7B90"/>
    <w:rsid w:val="00152B97"/>
    <w:rsid w:val="001670D7"/>
    <w:rsid w:val="00171906"/>
    <w:rsid w:val="00172868"/>
    <w:rsid w:val="001756D0"/>
    <w:rsid w:val="00176704"/>
    <w:rsid w:val="00181187"/>
    <w:rsid w:val="0018174F"/>
    <w:rsid w:val="001A0864"/>
    <w:rsid w:val="001A100A"/>
    <w:rsid w:val="001A3271"/>
    <w:rsid w:val="001B24D8"/>
    <w:rsid w:val="001C1A05"/>
    <w:rsid w:val="001D1A20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325D9"/>
    <w:rsid w:val="00236E34"/>
    <w:rsid w:val="002504FF"/>
    <w:rsid w:val="002508D8"/>
    <w:rsid w:val="002611FB"/>
    <w:rsid w:val="00262046"/>
    <w:rsid w:val="002669AB"/>
    <w:rsid w:val="002808A9"/>
    <w:rsid w:val="00285953"/>
    <w:rsid w:val="002C05B5"/>
    <w:rsid w:val="002C1A04"/>
    <w:rsid w:val="002D2672"/>
    <w:rsid w:val="002F06A3"/>
    <w:rsid w:val="002F1357"/>
    <w:rsid w:val="003309E0"/>
    <w:rsid w:val="00332EFF"/>
    <w:rsid w:val="003435DF"/>
    <w:rsid w:val="00352A2C"/>
    <w:rsid w:val="00353881"/>
    <w:rsid w:val="0037057E"/>
    <w:rsid w:val="0037509A"/>
    <w:rsid w:val="00392643"/>
    <w:rsid w:val="003A601E"/>
    <w:rsid w:val="003D0C33"/>
    <w:rsid w:val="003F1EB0"/>
    <w:rsid w:val="00404F75"/>
    <w:rsid w:val="00411DF3"/>
    <w:rsid w:val="00414F29"/>
    <w:rsid w:val="00416228"/>
    <w:rsid w:val="00420886"/>
    <w:rsid w:val="00422D67"/>
    <w:rsid w:val="00431336"/>
    <w:rsid w:val="00431CA3"/>
    <w:rsid w:val="00437447"/>
    <w:rsid w:val="0045005A"/>
    <w:rsid w:val="00451210"/>
    <w:rsid w:val="004561E7"/>
    <w:rsid w:val="0046194B"/>
    <w:rsid w:val="00475DF9"/>
    <w:rsid w:val="00492ADF"/>
    <w:rsid w:val="004B0283"/>
    <w:rsid w:val="004B78AB"/>
    <w:rsid w:val="004D5553"/>
    <w:rsid w:val="004E159C"/>
    <w:rsid w:val="00511ED2"/>
    <w:rsid w:val="005232A2"/>
    <w:rsid w:val="00564A74"/>
    <w:rsid w:val="005664E9"/>
    <w:rsid w:val="0057386A"/>
    <w:rsid w:val="00584291"/>
    <w:rsid w:val="005B074C"/>
    <w:rsid w:val="005B4167"/>
    <w:rsid w:val="005C52B5"/>
    <w:rsid w:val="005D20A4"/>
    <w:rsid w:val="005E3D9D"/>
    <w:rsid w:val="005F2DA7"/>
    <w:rsid w:val="00600A06"/>
    <w:rsid w:val="006216EA"/>
    <w:rsid w:val="00635D18"/>
    <w:rsid w:val="006360D3"/>
    <w:rsid w:val="00641197"/>
    <w:rsid w:val="00655C06"/>
    <w:rsid w:val="00657E3B"/>
    <w:rsid w:val="006629EB"/>
    <w:rsid w:val="00665373"/>
    <w:rsid w:val="00674183"/>
    <w:rsid w:val="00676583"/>
    <w:rsid w:val="00677204"/>
    <w:rsid w:val="00695505"/>
    <w:rsid w:val="006A2232"/>
    <w:rsid w:val="006B4B44"/>
    <w:rsid w:val="006D1290"/>
    <w:rsid w:val="006E3330"/>
    <w:rsid w:val="006E67B6"/>
    <w:rsid w:val="006F24B0"/>
    <w:rsid w:val="006F48A4"/>
    <w:rsid w:val="00704719"/>
    <w:rsid w:val="0071541C"/>
    <w:rsid w:val="00742461"/>
    <w:rsid w:val="00785426"/>
    <w:rsid w:val="00790833"/>
    <w:rsid w:val="007B2446"/>
    <w:rsid w:val="007B2B28"/>
    <w:rsid w:val="008124B8"/>
    <w:rsid w:val="00812A9A"/>
    <w:rsid w:val="00822A6D"/>
    <w:rsid w:val="00832AFA"/>
    <w:rsid w:val="008334E1"/>
    <w:rsid w:val="008405CE"/>
    <w:rsid w:val="00842AD6"/>
    <w:rsid w:val="00843AF1"/>
    <w:rsid w:val="00860C89"/>
    <w:rsid w:val="00894A64"/>
    <w:rsid w:val="008B0FAB"/>
    <w:rsid w:val="008B1C09"/>
    <w:rsid w:val="008C2968"/>
    <w:rsid w:val="008D3577"/>
    <w:rsid w:val="008D5C7A"/>
    <w:rsid w:val="008E0E7C"/>
    <w:rsid w:val="0093193C"/>
    <w:rsid w:val="0096757D"/>
    <w:rsid w:val="009976B2"/>
    <w:rsid w:val="009A63AA"/>
    <w:rsid w:val="009A6880"/>
    <w:rsid w:val="009E0041"/>
    <w:rsid w:val="009F43CD"/>
    <w:rsid w:val="00A01E3D"/>
    <w:rsid w:val="00A15B12"/>
    <w:rsid w:val="00A30F8D"/>
    <w:rsid w:val="00A90BD3"/>
    <w:rsid w:val="00AB45C6"/>
    <w:rsid w:val="00AD4312"/>
    <w:rsid w:val="00AD6607"/>
    <w:rsid w:val="00AE067F"/>
    <w:rsid w:val="00AE4AD8"/>
    <w:rsid w:val="00B41770"/>
    <w:rsid w:val="00B900E5"/>
    <w:rsid w:val="00B90DB0"/>
    <w:rsid w:val="00C13CED"/>
    <w:rsid w:val="00C211C9"/>
    <w:rsid w:val="00C26B81"/>
    <w:rsid w:val="00C63AB3"/>
    <w:rsid w:val="00C84692"/>
    <w:rsid w:val="00CB06CA"/>
    <w:rsid w:val="00CC649F"/>
    <w:rsid w:val="00CE06D3"/>
    <w:rsid w:val="00CE26CC"/>
    <w:rsid w:val="00CF04D3"/>
    <w:rsid w:val="00D0090B"/>
    <w:rsid w:val="00D01BB4"/>
    <w:rsid w:val="00D05E00"/>
    <w:rsid w:val="00D13695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C343C"/>
    <w:rsid w:val="00DE5486"/>
    <w:rsid w:val="00E03DE5"/>
    <w:rsid w:val="00E10005"/>
    <w:rsid w:val="00E24264"/>
    <w:rsid w:val="00E25C5F"/>
    <w:rsid w:val="00E3140D"/>
    <w:rsid w:val="00E3420C"/>
    <w:rsid w:val="00E35285"/>
    <w:rsid w:val="00E638EE"/>
    <w:rsid w:val="00E73F29"/>
    <w:rsid w:val="00E74BCA"/>
    <w:rsid w:val="00E873CD"/>
    <w:rsid w:val="00EA14EB"/>
    <w:rsid w:val="00EA1EE4"/>
    <w:rsid w:val="00EA4DD4"/>
    <w:rsid w:val="00EB58E4"/>
    <w:rsid w:val="00ED38A7"/>
    <w:rsid w:val="00EE64B4"/>
    <w:rsid w:val="00F050F4"/>
    <w:rsid w:val="00F15CD9"/>
    <w:rsid w:val="00F502B7"/>
    <w:rsid w:val="00F55CA3"/>
    <w:rsid w:val="00F635B3"/>
    <w:rsid w:val="00F74797"/>
    <w:rsid w:val="00F80F8A"/>
    <w:rsid w:val="00F92968"/>
    <w:rsid w:val="00FB2BEF"/>
    <w:rsid w:val="00FB35F7"/>
    <w:rsid w:val="00FB3D77"/>
    <w:rsid w:val="00FD7014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881"/>
    <w:pPr>
      <w:ind w:firstLine="720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63A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63AA"/>
    <w:rPr>
      <w:rFonts w:ascii="Arial" w:hAnsi="Arial" w:cs="Arial"/>
      <w:b/>
      <w:bCs/>
      <w:color w:val="26282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353881"/>
    <w:pPr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35C1C"/>
    <w:rPr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353881"/>
    <w:pPr>
      <w:ind w:firstLine="851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35C1C"/>
    <w:rPr>
      <w:sz w:val="28"/>
      <w:szCs w:val="28"/>
    </w:rPr>
  </w:style>
  <w:style w:type="table" w:styleId="TableGrid">
    <w:name w:val="Table Grid"/>
    <w:basedOn w:val="TableNormal"/>
    <w:uiPriority w:val="99"/>
    <w:rsid w:val="00FB2B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638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5C1C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E638EE"/>
  </w:style>
  <w:style w:type="paragraph" w:styleId="Footer">
    <w:name w:val="footer"/>
    <w:basedOn w:val="Normal"/>
    <w:link w:val="FooterChar"/>
    <w:uiPriority w:val="99"/>
    <w:rsid w:val="00422D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5C1C"/>
    <w:rPr>
      <w:sz w:val="28"/>
      <w:szCs w:val="28"/>
    </w:rPr>
  </w:style>
  <w:style w:type="paragraph" w:customStyle="1" w:styleId="a">
    <w:name w:val="Знак"/>
    <w:basedOn w:val="Normal"/>
    <w:uiPriority w:val="99"/>
    <w:rsid w:val="00420886"/>
    <w:pPr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B02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C1C"/>
    <w:rPr>
      <w:sz w:val="0"/>
      <w:szCs w:val="0"/>
    </w:rPr>
  </w:style>
  <w:style w:type="paragraph" w:customStyle="1" w:styleId="ConsPlusNonformat">
    <w:name w:val="ConsPlusNonformat"/>
    <w:uiPriority w:val="99"/>
    <w:rsid w:val="002508D8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9A63AA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</w:rPr>
  </w:style>
  <w:style w:type="character" w:customStyle="1" w:styleId="a1">
    <w:name w:val="Гипертекстовая ссылка"/>
    <w:basedOn w:val="DefaultParagraphFont"/>
    <w:uiPriority w:val="99"/>
    <w:rsid w:val="009A63AA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524</Words>
  <Characters>2993</Characters>
  <Application>Microsoft Office Outlook</Application>
  <DocSecurity>0</DocSecurity>
  <Lines>0</Lines>
  <Paragraphs>0</Paragraphs>
  <ScaleCrop>false</ScaleCrop>
  <Company>ДСЗН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dc:description/>
  <cp:lastModifiedBy>Кристина</cp:lastModifiedBy>
  <cp:revision>11</cp:revision>
  <cp:lastPrinted>2016-01-20T14:58:00Z</cp:lastPrinted>
  <dcterms:created xsi:type="dcterms:W3CDTF">2016-02-13T10:24:00Z</dcterms:created>
  <dcterms:modified xsi:type="dcterms:W3CDTF">2016-02-29T14:17:00Z</dcterms:modified>
</cp:coreProperties>
</file>